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BC9" w:rsidRDefault="00EE6BC9" w:rsidP="00FE1337">
      <w:pPr>
        <w:jc w:val="right"/>
      </w:pPr>
    </w:p>
    <w:p w:rsidR="00EE6BC9" w:rsidRDefault="00EE6BC9" w:rsidP="00FE1337">
      <w:pPr>
        <w:jc w:val="right"/>
      </w:pPr>
    </w:p>
    <w:p w:rsidR="00EE6BC9" w:rsidRDefault="00EE6BC9" w:rsidP="00FE1337">
      <w:pPr>
        <w:jc w:val="right"/>
      </w:pPr>
    </w:p>
    <w:p w:rsidR="00EE6BC9" w:rsidRDefault="00EE6BC9" w:rsidP="00FE1337">
      <w:pPr>
        <w:jc w:val="right"/>
      </w:pPr>
    </w:p>
    <w:p w:rsidR="00EE6BC9" w:rsidRPr="00E208FB" w:rsidRDefault="00EE6BC9" w:rsidP="00FE1337">
      <w:pPr>
        <w:jc w:val="right"/>
        <w:rPr>
          <w:sz w:val="28"/>
        </w:rPr>
      </w:pPr>
      <w:r w:rsidRPr="00E208FB">
        <w:rPr>
          <w:sz w:val="28"/>
        </w:rPr>
        <w:t xml:space="preserve">                                                        79001 </w:t>
      </w:r>
      <w:smartTag w:uri="urn:schemas-microsoft-com:office:smarttags" w:element="place">
        <w:smartTag w:uri="urn:schemas-microsoft-com:office:smarttags" w:element="State">
          <w:r w:rsidRPr="00E208FB">
            <w:rPr>
              <w:sz w:val="28"/>
            </w:rPr>
            <w:t>Alabama</w:t>
          </w:r>
        </w:smartTag>
      </w:smartTag>
      <w:r w:rsidRPr="00E208FB">
        <w:rPr>
          <w:sz w:val="28"/>
        </w:rPr>
        <w:t xml:space="preserve"> HWY.77</w:t>
      </w:r>
    </w:p>
    <w:p w:rsidR="00EE6BC9" w:rsidRPr="00E208FB" w:rsidRDefault="00EE6BC9" w:rsidP="00FE1337">
      <w:pPr>
        <w:jc w:val="right"/>
        <w:rPr>
          <w:sz w:val="28"/>
        </w:rPr>
      </w:pPr>
      <w:smartTag w:uri="urn:schemas-microsoft-com:office:smarttags" w:element="place">
        <w:smartTag w:uri="urn:schemas-microsoft-com:office:smarttags" w:element="City">
          <w:r w:rsidRPr="00E208FB">
            <w:rPr>
              <w:sz w:val="28"/>
            </w:rPr>
            <w:t>Lincoln</w:t>
          </w:r>
        </w:smartTag>
        <w:r w:rsidRPr="00E208FB">
          <w:rPr>
            <w:sz w:val="28"/>
          </w:rPr>
          <w:t xml:space="preserve">, </w:t>
        </w:r>
        <w:smartTag w:uri="urn:schemas-microsoft-com:office:smarttags" w:element="State">
          <w:r w:rsidRPr="00E208FB">
            <w:rPr>
              <w:sz w:val="28"/>
            </w:rPr>
            <w:t>Alabama</w:t>
          </w:r>
        </w:smartTag>
        <w:r w:rsidRPr="00E208FB">
          <w:rPr>
            <w:sz w:val="28"/>
          </w:rPr>
          <w:t xml:space="preserve"> </w:t>
        </w:r>
        <w:smartTag w:uri="urn:schemas-microsoft-com:office:smarttags" w:element="place">
          <w:r w:rsidRPr="00E208FB">
            <w:rPr>
              <w:sz w:val="28"/>
            </w:rPr>
            <w:t>35096</w:t>
          </w:r>
        </w:smartTag>
      </w:smartTag>
    </w:p>
    <w:p w:rsidR="00EE6BC9" w:rsidRPr="00E208FB" w:rsidRDefault="00EE6BC9" w:rsidP="00F95629">
      <w:pPr>
        <w:jc w:val="right"/>
        <w:rPr>
          <w:sz w:val="28"/>
        </w:rPr>
      </w:pPr>
      <w:r w:rsidRPr="00E208FB">
        <w:rPr>
          <w:sz w:val="28"/>
        </w:rPr>
        <w:t>November 29, 2010</w:t>
      </w:r>
    </w:p>
    <w:p w:rsidR="00EE6BC9" w:rsidRPr="00E208FB" w:rsidRDefault="00EE6BC9" w:rsidP="00F95629">
      <w:pPr>
        <w:jc w:val="both"/>
        <w:rPr>
          <w:sz w:val="28"/>
        </w:rPr>
      </w:pPr>
      <w:r w:rsidRPr="00E208FB">
        <w:rPr>
          <w:sz w:val="28"/>
        </w:rPr>
        <w:t>Dear Santa,</w:t>
      </w:r>
    </w:p>
    <w:p w:rsidR="00EE6BC9" w:rsidRDefault="00EE6BC9" w:rsidP="00E208FB">
      <w:pPr>
        <w:spacing w:line="480" w:lineRule="auto"/>
        <w:ind w:firstLine="720"/>
        <w:jc w:val="both"/>
        <w:rPr>
          <w:sz w:val="28"/>
        </w:rPr>
      </w:pPr>
      <w:r w:rsidRPr="00E208FB">
        <w:rPr>
          <w:sz w:val="28"/>
        </w:rPr>
        <w:t>Thank you for my skateboard .I can do tricks on it. I am also thankful for my D.S.I am good at it.</w:t>
      </w:r>
    </w:p>
    <w:p w:rsidR="00EE6BC9" w:rsidRDefault="00EE6BC9" w:rsidP="00E208FB">
      <w:pPr>
        <w:spacing w:line="480" w:lineRule="auto"/>
        <w:ind w:firstLine="720"/>
        <w:jc w:val="both"/>
        <w:rPr>
          <w:sz w:val="28"/>
        </w:rPr>
      </w:pPr>
      <w:r w:rsidRPr="00E208FB">
        <w:rPr>
          <w:sz w:val="28"/>
        </w:rPr>
        <w:t>My sister has been a good girl this year. She</w:t>
      </w:r>
      <w:r>
        <w:rPr>
          <w:sz w:val="28"/>
        </w:rPr>
        <w:t xml:space="preserve"> wants a DS for Christmas. </w:t>
      </w:r>
      <w:r w:rsidRPr="00E208FB">
        <w:rPr>
          <w:sz w:val="28"/>
        </w:rPr>
        <w:t>She wants a puppy game to go with the D.S. she rea</w:t>
      </w:r>
      <w:r>
        <w:rPr>
          <w:sz w:val="28"/>
        </w:rPr>
        <w:t>l</w:t>
      </w:r>
      <w:r w:rsidRPr="00E208FB">
        <w:rPr>
          <w:sz w:val="28"/>
        </w:rPr>
        <w:t>ly wants one.</w:t>
      </w:r>
    </w:p>
    <w:p w:rsidR="00EE6BC9" w:rsidRPr="00E208FB" w:rsidRDefault="00EE6BC9" w:rsidP="00E208FB">
      <w:pPr>
        <w:spacing w:line="480" w:lineRule="auto"/>
        <w:ind w:firstLine="720"/>
        <w:jc w:val="both"/>
        <w:rPr>
          <w:sz w:val="28"/>
        </w:rPr>
      </w:pPr>
      <w:r w:rsidRPr="00E208FB">
        <w:rPr>
          <w:sz w:val="28"/>
        </w:rPr>
        <w:t>Santa this year I want a new pair of</w:t>
      </w:r>
      <w:r>
        <w:rPr>
          <w:sz w:val="28"/>
        </w:rPr>
        <w:t xml:space="preserve"> </w:t>
      </w:r>
      <w:r w:rsidRPr="00E208FB">
        <w:rPr>
          <w:sz w:val="28"/>
        </w:rPr>
        <w:t xml:space="preserve">shows and they are named </w:t>
      </w:r>
      <w:r>
        <w:rPr>
          <w:sz w:val="28"/>
        </w:rPr>
        <w:t>N</w:t>
      </w:r>
      <w:r w:rsidRPr="00E208FB">
        <w:rPr>
          <w:sz w:val="28"/>
        </w:rPr>
        <w:t>ike shocks.</w:t>
      </w:r>
      <w:r>
        <w:rPr>
          <w:sz w:val="28"/>
        </w:rPr>
        <w:t xml:space="preserve"> </w:t>
      </w:r>
      <w:r w:rsidRPr="00E208FB">
        <w:rPr>
          <w:sz w:val="28"/>
        </w:rPr>
        <w:t>They are white and gray.</w:t>
      </w:r>
      <w:r>
        <w:rPr>
          <w:sz w:val="28"/>
        </w:rPr>
        <w:t xml:space="preserve"> </w:t>
      </w:r>
      <w:r w:rsidRPr="00E208FB">
        <w:rPr>
          <w:sz w:val="28"/>
        </w:rPr>
        <w:t>I rea</w:t>
      </w:r>
      <w:r>
        <w:rPr>
          <w:sz w:val="28"/>
        </w:rPr>
        <w:t>l</w:t>
      </w:r>
      <w:r w:rsidRPr="00E208FB">
        <w:rPr>
          <w:sz w:val="28"/>
        </w:rPr>
        <w:t>ly like them and thank you for the toys and my sister’s toys but me and my sister like our toys that you gave us in the past.</w:t>
      </w:r>
    </w:p>
    <w:p w:rsidR="00EE6BC9" w:rsidRDefault="00EE6BC9" w:rsidP="00F95629">
      <w:pPr>
        <w:jc w:val="both"/>
        <w:rPr>
          <w:sz w:val="28"/>
        </w:rPr>
      </w:pPr>
      <w:r w:rsidRPr="00E208FB">
        <w:rPr>
          <w:sz w:val="28"/>
        </w:rPr>
        <w:t>Your</w:t>
      </w:r>
      <w:r>
        <w:rPr>
          <w:sz w:val="28"/>
        </w:rPr>
        <w:t xml:space="preserve"> </w:t>
      </w:r>
      <w:r w:rsidRPr="00E208FB">
        <w:rPr>
          <w:sz w:val="28"/>
        </w:rPr>
        <w:t>Friend</w:t>
      </w:r>
      <w:r>
        <w:rPr>
          <w:sz w:val="28"/>
        </w:rPr>
        <w:t>,</w:t>
      </w:r>
      <w:r w:rsidRPr="00E208FB">
        <w:rPr>
          <w:sz w:val="28"/>
        </w:rPr>
        <w:t xml:space="preserve"> </w:t>
      </w:r>
    </w:p>
    <w:p w:rsidR="00EE6BC9" w:rsidRPr="00E208FB" w:rsidRDefault="00EE6BC9" w:rsidP="00F95629">
      <w:pPr>
        <w:jc w:val="both"/>
        <w:rPr>
          <w:sz w:val="28"/>
        </w:rPr>
      </w:pPr>
      <w:r w:rsidRPr="00E208FB">
        <w:rPr>
          <w:sz w:val="28"/>
        </w:rPr>
        <w:t>Brooke Haynes</w:t>
      </w:r>
    </w:p>
    <w:p w:rsidR="00EE6BC9" w:rsidRPr="00E208FB" w:rsidRDefault="00EE6BC9" w:rsidP="00F95629">
      <w:pPr>
        <w:jc w:val="both"/>
        <w:rPr>
          <w:sz w:val="28"/>
        </w:rPr>
      </w:pPr>
    </w:p>
    <w:p w:rsidR="00EE6BC9" w:rsidRPr="00E208FB" w:rsidRDefault="00EE6BC9" w:rsidP="00F95629">
      <w:pPr>
        <w:jc w:val="both"/>
        <w:rPr>
          <w:sz w:val="28"/>
        </w:rPr>
      </w:pPr>
    </w:p>
    <w:p w:rsidR="00EE6BC9" w:rsidRPr="00E208FB" w:rsidRDefault="00EE6BC9" w:rsidP="00F95629">
      <w:pPr>
        <w:jc w:val="both"/>
        <w:rPr>
          <w:sz w:val="28"/>
        </w:rPr>
      </w:pPr>
    </w:p>
    <w:p w:rsidR="00EE6BC9" w:rsidRPr="00E208FB" w:rsidRDefault="00EE6BC9" w:rsidP="00F95629">
      <w:pPr>
        <w:jc w:val="both"/>
        <w:rPr>
          <w:sz w:val="28"/>
        </w:rPr>
      </w:pPr>
    </w:p>
    <w:sectPr w:rsidR="00EE6BC9" w:rsidRPr="00E208FB" w:rsidSect="007848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1337"/>
    <w:rsid w:val="0017401D"/>
    <w:rsid w:val="00460FAC"/>
    <w:rsid w:val="00470D96"/>
    <w:rsid w:val="00615650"/>
    <w:rsid w:val="006D2423"/>
    <w:rsid w:val="007848A9"/>
    <w:rsid w:val="0078592E"/>
    <w:rsid w:val="00AF36EF"/>
    <w:rsid w:val="00B54465"/>
    <w:rsid w:val="00C45598"/>
    <w:rsid w:val="00D05C45"/>
    <w:rsid w:val="00E208FB"/>
    <w:rsid w:val="00EE6BC9"/>
    <w:rsid w:val="00F95629"/>
    <w:rsid w:val="00FE1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8A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208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1C0A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124</Words>
  <Characters>510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79001 Alabama HWY</dc:title>
  <dc:subject/>
  <dc:creator>stubrookeah1082001</dc:creator>
  <cp:keywords/>
  <dc:description/>
  <cp:lastModifiedBy>shannon hill</cp:lastModifiedBy>
  <cp:revision>2</cp:revision>
  <cp:lastPrinted>2010-11-29T15:24:00Z</cp:lastPrinted>
  <dcterms:created xsi:type="dcterms:W3CDTF">2010-11-29T15:25:00Z</dcterms:created>
  <dcterms:modified xsi:type="dcterms:W3CDTF">2010-11-29T15:25:00Z</dcterms:modified>
</cp:coreProperties>
</file>